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95E8CB2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EE0434">
        <w:rPr>
          <w:b/>
          <w:color w:val="FF5200" w:themeColor="accent2"/>
          <w:sz w:val="36"/>
          <w:szCs w:val="36"/>
        </w:rPr>
        <w:t>názvem „</w:t>
      </w:r>
      <w:r w:rsidR="00EE0434" w:rsidRPr="00EE0434">
        <w:rPr>
          <w:b/>
          <w:color w:val="FF5200" w:themeColor="accent2"/>
          <w:sz w:val="36"/>
          <w:szCs w:val="36"/>
        </w:rPr>
        <w:t>Tablety pro strojvedoucí hnacích vozidel SŽ – nákup HW 2025</w:t>
      </w:r>
      <w:r w:rsidR="0031280B" w:rsidRPr="00EE043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</w:t>
      </w:r>
      <w:r w:rsidR="000128D4" w:rsidRPr="00B743DE">
        <w:rPr>
          <w:b/>
          <w:color w:val="FF5200" w:themeColor="accent2"/>
          <w:sz w:val="36"/>
          <w:szCs w:val="36"/>
        </w:rPr>
        <w:t xml:space="preserve">d </w:t>
      </w:r>
      <w:r w:rsidR="000128D4" w:rsidRPr="00B743D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EE0434" w:rsidRPr="00B743D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19180</w:t>
      </w:r>
      <w:r w:rsidR="00EE0434" w:rsidRPr="00EE043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  <w:r w:rsidR="000128D4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</w:p>
    <w:p w14:paraId="6D1E23E9" w14:textId="77777777" w:rsidR="00EE0434" w:rsidRPr="00B87D91" w:rsidRDefault="00EE0434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347A8E">
          <w:pPr>
            <w:pStyle w:val="Obsah2"/>
          </w:pPr>
          <w:r>
            <w:t>Obsah</w:t>
          </w:r>
        </w:p>
        <w:p w14:paraId="49617D14" w14:textId="30477BEC" w:rsidR="000C2413" w:rsidRDefault="00A93A74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8644868" w:history="1">
            <w:r w:rsidR="000C2413" w:rsidRPr="002D1D77">
              <w:rPr>
                <w:rStyle w:val="Hypertextovodkaz"/>
                <w:noProof/>
              </w:rPr>
              <w:t>Kapitola 1.</w:t>
            </w:r>
            <w:r w:rsidR="000C241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C2413" w:rsidRPr="002D1D77">
              <w:rPr>
                <w:rStyle w:val="Hypertextovodkaz"/>
                <w:noProof/>
              </w:rPr>
              <w:t>Základní údaje k nabídce</w:t>
            </w:r>
            <w:r w:rsidR="000C2413">
              <w:rPr>
                <w:noProof/>
                <w:webHidden/>
              </w:rPr>
              <w:tab/>
            </w:r>
            <w:r w:rsidR="000C2413">
              <w:rPr>
                <w:noProof/>
                <w:webHidden/>
              </w:rPr>
              <w:fldChar w:fldCharType="begin"/>
            </w:r>
            <w:r w:rsidR="000C2413">
              <w:rPr>
                <w:noProof/>
                <w:webHidden/>
              </w:rPr>
              <w:instrText xml:space="preserve"> PAGEREF _Toc198644868 \h </w:instrText>
            </w:r>
            <w:r w:rsidR="000C2413">
              <w:rPr>
                <w:noProof/>
                <w:webHidden/>
              </w:rPr>
            </w:r>
            <w:r w:rsidR="000C2413">
              <w:rPr>
                <w:noProof/>
                <w:webHidden/>
              </w:rPr>
              <w:fldChar w:fldCharType="separate"/>
            </w:r>
            <w:r w:rsidR="000C2413">
              <w:rPr>
                <w:noProof/>
                <w:webHidden/>
              </w:rPr>
              <w:t>2</w:t>
            </w:r>
            <w:r w:rsidR="000C2413">
              <w:rPr>
                <w:noProof/>
                <w:webHidden/>
              </w:rPr>
              <w:fldChar w:fldCharType="end"/>
            </w:r>
          </w:hyperlink>
        </w:p>
        <w:p w14:paraId="3C084746" w14:textId="175CEED8" w:rsidR="000C2413" w:rsidRDefault="000C2413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4869" w:history="1">
            <w:r w:rsidRPr="002D1D7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1D7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_Toc198644869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32E8F" w14:textId="44D90EA6" w:rsidR="000C2413" w:rsidRDefault="000C2413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4870" w:history="1">
            <w:r w:rsidRPr="002D1D7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1D7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_Toc198644870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DED88" w14:textId="3866B3B3" w:rsidR="000C2413" w:rsidRDefault="000C2413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4871" w:history="1">
            <w:r w:rsidRPr="002D1D7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1D7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_Toc198644871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E3C1F" w14:textId="3CCF2B09" w:rsidR="000C2413" w:rsidRDefault="000C2413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4872" w:history="1">
            <w:r w:rsidRPr="002D1D7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1D7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_Toc198644872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53034" w14:textId="0E7CCE7B" w:rsidR="000C2413" w:rsidRDefault="000C2413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4873" w:history="1">
            <w:r w:rsidRPr="002D1D7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1D77">
              <w:rPr>
                <w:rStyle w:val="Hypertextovodkaz"/>
                <w:noProof/>
              </w:rPr>
              <w:t>Čestné</w:t>
            </w:r>
            <w:r w:rsidRPr="002D1D7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_Toc198644873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7048B" w14:textId="2D3F13E7" w:rsidR="000C2413" w:rsidRDefault="000C2413" w:rsidP="00347A8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644874" w:history="1">
            <w:r w:rsidRPr="002D1D7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D1D7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_Toc198644874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864486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C36F6B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44895">
        <w:t xml:space="preserve">jako </w:t>
      </w:r>
      <w:r w:rsidR="000128D4" w:rsidRPr="00344895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179C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179C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8644869"/>
      <w:r>
        <w:lastRenderedPageBreak/>
        <w:t>Ceník</w:t>
      </w:r>
      <w:bookmarkEnd w:id="1"/>
    </w:p>
    <w:p w14:paraId="3E5E9B0F" w14:textId="766EAD6F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AC0FAB">
        <w:rPr>
          <w:rStyle w:val="Siln"/>
          <w:b w:val="0"/>
          <w:bCs w:val="0"/>
        </w:rPr>
        <w:t xml:space="preserve">příloha č. </w:t>
      </w:r>
      <w:r w:rsidR="001E0266" w:rsidRPr="00DC60EC">
        <w:rPr>
          <w:rStyle w:val="Siln"/>
          <w:b w:val="0"/>
          <w:bCs w:val="0"/>
        </w:rPr>
        <w:t>2</w:t>
      </w:r>
      <w:r w:rsidRPr="00AC0FAB">
        <w:rPr>
          <w:rStyle w:val="Siln"/>
          <w:b w:val="0"/>
          <w:bCs w:val="0"/>
        </w:rPr>
        <w:t xml:space="preserve"> 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DC60EC" w:rsidRPr="00DC60EC">
        <w:rPr>
          <w:rStyle w:val="Siln"/>
          <w:b w:val="0"/>
          <w:bCs w:val="0"/>
          <w:i/>
          <w:iCs/>
        </w:rPr>
        <w:t xml:space="preserve">2 </w:t>
      </w:r>
      <w:r w:rsidRPr="00DC60EC">
        <w:rPr>
          <w:rStyle w:val="Siln"/>
          <w:b w:val="0"/>
          <w:bCs w:val="0"/>
          <w:i/>
          <w:iCs/>
        </w:rPr>
        <w:t>Závazného vzoru smlouvy</w:t>
      </w:r>
      <w:r w:rsidRPr="00AC0FAB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864487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86448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864487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864487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8644874"/>
      <w:r w:rsidRPr="00E85D44">
        <w:t>Čestné prohlášení o splnění technické kvalifikace</w:t>
      </w:r>
      <w:bookmarkEnd w:id="6"/>
    </w:p>
    <w:p w14:paraId="71002640" w14:textId="598A7AC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95546C">
        <w:rPr>
          <w:lang w:eastAsia="cs-CZ"/>
        </w:rPr>
        <w:t xml:space="preserve">realizoval </w:t>
      </w:r>
      <w:r w:rsidR="009A3B49" w:rsidRPr="00946D07">
        <w:rPr>
          <w:lang w:eastAsia="cs-CZ"/>
        </w:rPr>
        <w:t xml:space="preserve">3 </w:t>
      </w:r>
      <w:r w:rsidR="00E85D44" w:rsidRPr="00946D07">
        <w:rPr>
          <w:lang w:eastAsia="cs-CZ"/>
        </w:rPr>
        <w:t>významn</w:t>
      </w:r>
      <w:r w:rsidR="00946D07">
        <w:rPr>
          <w:lang w:eastAsia="cs-CZ"/>
        </w:rPr>
        <w:t>é</w:t>
      </w:r>
      <w:r w:rsidR="00E85D44" w:rsidRPr="00946D07">
        <w:rPr>
          <w:lang w:eastAsia="cs-CZ"/>
        </w:rPr>
        <w:t xml:space="preserve"> dodáv</w:t>
      </w:r>
      <w:r w:rsidR="00946D07">
        <w:rPr>
          <w:lang w:eastAsia="cs-CZ"/>
        </w:rPr>
        <w:t>ky</w:t>
      </w:r>
      <w:r w:rsidR="00E85D44">
        <w:rPr>
          <w:lang w:eastAsia="cs-CZ"/>
        </w:rPr>
        <w:t xml:space="preserve"> definovan</w:t>
      </w:r>
      <w:r w:rsidR="00347A8E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9A3B49">
        <w:rPr>
          <w:lang w:eastAsia="cs-CZ"/>
        </w:rPr>
        <w:t xml:space="preserve">9.5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946D07" w:rsidRPr="00862FA2">
        <w:t xml:space="preserve">v minimálním finančním objemu </w:t>
      </w:r>
      <w:r w:rsidR="00946D07" w:rsidRPr="00B10F6E">
        <w:rPr>
          <w:b/>
          <w:bCs/>
        </w:rPr>
        <w:t>1</w:t>
      </w:r>
      <w:r w:rsidR="00946D07">
        <w:rPr>
          <w:b/>
          <w:bCs/>
        </w:rPr>
        <w:t>.</w:t>
      </w:r>
      <w:r w:rsidR="00946D07" w:rsidRPr="00B10F6E">
        <w:rPr>
          <w:b/>
          <w:bCs/>
        </w:rPr>
        <w:t>500</w:t>
      </w:r>
      <w:r w:rsidR="00946D07">
        <w:rPr>
          <w:b/>
          <w:bCs/>
        </w:rPr>
        <w:t>.</w:t>
      </w:r>
      <w:r w:rsidR="00946D07" w:rsidRPr="00B10F6E">
        <w:rPr>
          <w:b/>
          <w:bCs/>
        </w:rPr>
        <w:t>000</w:t>
      </w:r>
      <w:r w:rsidR="00946D07">
        <w:rPr>
          <w:b/>
          <w:bCs/>
        </w:rPr>
        <w:t xml:space="preserve"> </w:t>
      </w:r>
      <w:r w:rsidR="00946D07" w:rsidRPr="009928C5">
        <w:rPr>
          <w:b/>
          <w:bCs/>
        </w:rPr>
        <w:t>Kč</w:t>
      </w:r>
      <w:r w:rsidR="00946D07" w:rsidRPr="00862FA2">
        <w:t xml:space="preserve"> bez DPH </w:t>
      </w:r>
      <w:r w:rsidR="00946D07">
        <w:t xml:space="preserve">v souhrnu </w:t>
      </w:r>
      <w:r w:rsidR="00946D07" w:rsidRPr="009928C5">
        <w:t xml:space="preserve">za všechny tyto </w:t>
      </w:r>
      <w:r w:rsidR="00946D07" w:rsidRPr="009F0A12">
        <w:t>dodávky.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11EAB9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0A9549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B1FCA9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347A8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347A8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47A8E" w14:paraId="36AF76D1" w14:textId="77777777" w:rsidTr="00347A8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9F692DD" w14:textId="77777777" w:rsidR="00347A8E" w:rsidRDefault="00347A8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6CFC6E" w14:textId="77777777" w:rsidR="00347A8E" w:rsidRDefault="00347A8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1CE120" w14:textId="77777777" w:rsidR="00347A8E" w:rsidRDefault="00347A8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F5684F" w14:textId="77777777" w:rsidR="00347A8E" w:rsidRDefault="00347A8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55C240E" w:rsidR="00F44645" w:rsidRDefault="00F44645">
      <w:pPr>
        <w:rPr>
          <w:rFonts w:eastAsia="Times New Roman" w:cs="Times New Roman"/>
          <w:lang w:eastAsia="cs-CZ"/>
        </w:rPr>
      </w:pPr>
    </w:p>
    <w:p w14:paraId="0DE92F06" w14:textId="72721641" w:rsidR="00347A8E" w:rsidRDefault="00347A8E">
      <w:pPr>
        <w:spacing w:before="0" w:after="240"/>
        <w:jc w:val="left"/>
        <w:rPr>
          <w:lang w:eastAsia="cs-CZ"/>
        </w:rPr>
      </w:pPr>
    </w:p>
    <w:p w14:paraId="0DDE43F8" w14:textId="77777777" w:rsidR="00347A8E" w:rsidRDefault="00347A8E" w:rsidP="00A134A1">
      <w:pPr>
        <w:spacing w:before="1200"/>
        <w:rPr>
          <w:lang w:eastAsia="cs-CZ"/>
        </w:rPr>
      </w:pPr>
    </w:p>
    <w:p w14:paraId="0B34B067" w14:textId="632497BE" w:rsidR="002126E7" w:rsidRDefault="002126E7" w:rsidP="00347A8E">
      <w:pPr>
        <w:spacing w:before="6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C2413"/>
    <w:rsid w:val="000E23A7"/>
    <w:rsid w:val="000F7070"/>
    <w:rsid w:val="0010693F"/>
    <w:rsid w:val="00114472"/>
    <w:rsid w:val="00130210"/>
    <w:rsid w:val="00134A75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179C8"/>
    <w:rsid w:val="002243A8"/>
    <w:rsid w:val="00225620"/>
    <w:rsid w:val="002305E9"/>
    <w:rsid w:val="0023070F"/>
    <w:rsid w:val="00271B92"/>
    <w:rsid w:val="0027438E"/>
    <w:rsid w:val="00280E07"/>
    <w:rsid w:val="00282344"/>
    <w:rsid w:val="0028641D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5F5E"/>
    <w:rsid w:val="00341DCF"/>
    <w:rsid w:val="00344895"/>
    <w:rsid w:val="00347A8E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44068"/>
    <w:rsid w:val="0044532D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0DF3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6D07"/>
    <w:rsid w:val="0095546C"/>
    <w:rsid w:val="00962258"/>
    <w:rsid w:val="009678B7"/>
    <w:rsid w:val="009771C9"/>
    <w:rsid w:val="009833E1"/>
    <w:rsid w:val="00992D9C"/>
    <w:rsid w:val="00996617"/>
    <w:rsid w:val="009967F9"/>
    <w:rsid w:val="00996CB8"/>
    <w:rsid w:val="009A3B49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0FAB"/>
    <w:rsid w:val="00AC1810"/>
    <w:rsid w:val="00AD056F"/>
    <w:rsid w:val="00AD2F9C"/>
    <w:rsid w:val="00AD6731"/>
    <w:rsid w:val="00B15D0D"/>
    <w:rsid w:val="00B468D2"/>
    <w:rsid w:val="00B66A3E"/>
    <w:rsid w:val="00B70FD8"/>
    <w:rsid w:val="00B743D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22B86"/>
    <w:rsid w:val="00C3428A"/>
    <w:rsid w:val="00C44F6A"/>
    <w:rsid w:val="00C47AE3"/>
    <w:rsid w:val="00C636FB"/>
    <w:rsid w:val="00C6546B"/>
    <w:rsid w:val="00C87B78"/>
    <w:rsid w:val="00CD1FC4"/>
    <w:rsid w:val="00CF53B5"/>
    <w:rsid w:val="00D07BEB"/>
    <w:rsid w:val="00D21061"/>
    <w:rsid w:val="00D247B3"/>
    <w:rsid w:val="00D250B0"/>
    <w:rsid w:val="00D4108E"/>
    <w:rsid w:val="00D6163D"/>
    <w:rsid w:val="00D72B24"/>
    <w:rsid w:val="00D73D46"/>
    <w:rsid w:val="00D831A3"/>
    <w:rsid w:val="00DB20F0"/>
    <w:rsid w:val="00DC60EC"/>
    <w:rsid w:val="00DC75F3"/>
    <w:rsid w:val="00DD46F3"/>
    <w:rsid w:val="00DD67ED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E0434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7A8E"/>
    <w:pPr>
      <w:tabs>
        <w:tab w:val="right" w:leader="dot" w:pos="8692"/>
      </w:tabs>
      <w:spacing w:after="100"/>
      <w:ind w:left="1418" w:hanging="1238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1255</Words>
  <Characters>7407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116</cp:revision>
  <cp:lastPrinted>2023-10-05T09:40:00Z</cp:lastPrinted>
  <dcterms:created xsi:type="dcterms:W3CDTF">2023-08-21T11:49:00Z</dcterms:created>
  <dcterms:modified xsi:type="dcterms:W3CDTF">2025-05-21T13:32:00Z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